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A39" w:rsidRPr="000E235E" w:rsidRDefault="003C7A39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3C7A39" w:rsidRPr="000E235E" w:rsidRDefault="003C7A39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крешению</w:t>
      </w:r>
      <w:r w:rsidRPr="000E235E">
        <w:rPr>
          <w:rFonts w:ascii="Times New Roman" w:hAnsi="Times New Roman" w:cs="Times New Roman"/>
          <w:sz w:val="24"/>
          <w:szCs w:val="24"/>
        </w:rPr>
        <w:t xml:space="preserve"> Совета Октябрьского сельского поселения</w:t>
      </w:r>
    </w:p>
    <w:p w:rsidR="003C7A39" w:rsidRPr="000E235E" w:rsidRDefault="003C7A39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3C7A39" w:rsidRPr="000E235E" w:rsidRDefault="003C7A39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"О бюджете Октябрьского сельского поселения</w:t>
      </w:r>
    </w:p>
    <w:p w:rsidR="003C7A39" w:rsidRPr="000E235E" w:rsidRDefault="003C7A39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C7A39" w:rsidRDefault="003C7A39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и на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E235E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3C7A39" w:rsidRPr="000E235E" w:rsidRDefault="003C7A39" w:rsidP="00014593">
      <w:pPr>
        <w:pStyle w:val="ConsPlusNormal"/>
        <w:tabs>
          <w:tab w:val="left" w:pos="6615"/>
        </w:tabs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от 09.12.2022 г. №40</w:t>
      </w:r>
    </w:p>
    <w:p w:rsidR="003C7A39" w:rsidRPr="000E235E" w:rsidRDefault="003C7A39" w:rsidP="000E235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1D3AA3" w:rsidRDefault="003C7A3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"/>
      <w:bookmarkEnd w:id="0"/>
      <w:r w:rsidRPr="001D3AA3">
        <w:rPr>
          <w:rFonts w:ascii="Times New Roman" w:hAnsi="Times New Roman" w:cs="Times New Roman"/>
          <w:sz w:val="24"/>
          <w:szCs w:val="24"/>
        </w:rPr>
        <w:t>ПОРЯДОК</w:t>
      </w:r>
    </w:p>
    <w:p w:rsidR="003C7A39" w:rsidRDefault="003C7A3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:rsidR="003C7A39" w:rsidRDefault="003C7A3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БЮДЖЕТА ОКТЯБРЬСКОГО СЕЛЬСКОГО ПОСЕЛЕНИЯ</w:t>
      </w:r>
    </w:p>
    <w:p w:rsidR="003C7A39" w:rsidRPr="000E235E" w:rsidRDefault="003C7A3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3C7A39" w:rsidRDefault="003C7A3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БЮДЖЕТУТЮКАЛИНСКОГО МУНИЦИПАЛЬНОГО РАЙОНА</w:t>
      </w:r>
    </w:p>
    <w:p w:rsidR="003C7A39" w:rsidRPr="000E235E" w:rsidRDefault="003C7A3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3C7A39" w:rsidRPr="000E235E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B56F19" w:rsidRDefault="003C7A39" w:rsidP="000E235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6F19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3C7A39" w:rsidRPr="000E235E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E235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иных межбюджетных трансфертов из бюджета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(далее - Порядок), разработан в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соответствии со </w:t>
      </w:r>
      <w:hyperlink r:id="rId7" w:history="1">
        <w:r w:rsidRPr="000E235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статьями 9</w:t>
        </w:r>
      </w:hyperlink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и 142.5 Бюджетного кодекса Российской Федерации, </w:t>
      </w:r>
      <w:hyperlink r:id="rId8" w:history="1">
        <w:r w:rsidRPr="000E235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частью 4 статьи 65 Федерального закона от 06.10.2003г. № 131-ФЗ "Об общих принципах организации местного самоуправления в Российской Федерации"</w:t>
        </w:r>
      </w:hyperlink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, Положением о бюджетном процессе в Октябрьском сельском поселении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Уставом 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устанавливает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порядок </w:t>
      </w:r>
      <w:r>
        <w:rPr>
          <w:rFonts w:ascii="Times New Roman" w:hAnsi="Times New Roman" w:cs="Times New Roman"/>
          <w:sz w:val="24"/>
          <w:szCs w:val="24"/>
        </w:rPr>
        <w:t xml:space="preserve">и условия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предоставления иных межбюджетных трансфертов из бюджета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области. </w:t>
      </w:r>
    </w:p>
    <w:p w:rsidR="003C7A39" w:rsidRPr="000E235E" w:rsidRDefault="003C7A39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2. Порядок и условия</w:t>
      </w:r>
    </w:p>
    <w:p w:rsidR="003C7A39" w:rsidRPr="000E235E" w:rsidRDefault="003C7A39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предоставления иных межбюджетных трансфертов</w:t>
      </w:r>
    </w:p>
    <w:p w:rsidR="003C7A39" w:rsidRPr="000E235E" w:rsidRDefault="003C7A39" w:rsidP="000E23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7A39" w:rsidRPr="000E235E" w:rsidRDefault="003C7A39" w:rsidP="00843B71">
      <w:pPr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2.1. Целью предоставления иных межбюджетных трансфертов из бюджета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является финансовое обеспечение переданных органами местного самоуправлени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органам местного самоуправления 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полномочий по решению вопросов местного значения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E235E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установленных в соответствии с Федеральным законом от </w:t>
      </w:r>
      <w:r>
        <w:rPr>
          <w:rFonts w:ascii="Times New Roman" w:hAnsi="Times New Roman" w:cs="Times New Roman"/>
          <w:iCs/>
          <w:sz w:val="24"/>
          <w:szCs w:val="24"/>
          <w:lang w:eastAsia="en-US"/>
        </w:rPr>
        <w:t>06.10.2003г</w:t>
      </w:r>
      <w:r w:rsidRPr="000E235E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. № 131-ФЗ «Об общих принципах местного самоуправления в Российской Федерации», законами </w:t>
      </w: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Омской области, </w:t>
      </w:r>
      <w:r w:rsidRPr="000E235E">
        <w:rPr>
          <w:rFonts w:ascii="Times New Roman" w:hAnsi="Times New Roman" w:cs="Times New Roman"/>
          <w:iCs/>
          <w:sz w:val="24"/>
          <w:szCs w:val="24"/>
          <w:lang w:eastAsia="en-US"/>
        </w:rPr>
        <w:t>в соответствии с заключаемыми соглашениями</w:t>
      </w:r>
      <w:r>
        <w:rPr>
          <w:rFonts w:ascii="Times New Roman" w:hAnsi="Times New Roman" w:cs="Times New Roman"/>
          <w:iCs/>
          <w:sz w:val="24"/>
          <w:szCs w:val="24"/>
          <w:lang w:eastAsia="en-US"/>
        </w:rPr>
        <w:t>.</w:t>
      </w:r>
    </w:p>
    <w:p w:rsidR="003C7A39" w:rsidRDefault="003C7A39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2.2. Предоставление иных межбюджетных трансфертов из бюджета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бюджету Тюкалинского муниципального района Омской области осуществляется за счет доходов бюджета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7A39" w:rsidRPr="000E235E" w:rsidRDefault="003C7A39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2.3.  Иные межбюджетные трансферты из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отражаются в доходной части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0E235E">
        <w:rPr>
          <w:rFonts w:ascii="Times New Roman" w:hAnsi="Times New Roman" w:cs="Times New Roman"/>
          <w:sz w:val="24"/>
          <w:szCs w:val="24"/>
        </w:rPr>
        <w:t>огласно классификации доходов бюджетов.</w:t>
      </w:r>
    </w:p>
    <w:p w:rsidR="003C7A39" w:rsidRPr="001D3AA3" w:rsidRDefault="003C7A39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AA3">
        <w:rPr>
          <w:rFonts w:ascii="Times New Roman" w:hAnsi="Times New Roman" w:cs="Times New Roman"/>
          <w:sz w:val="24"/>
          <w:szCs w:val="24"/>
        </w:rPr>
        <w:t>2.4. Иные межбюджетных трансферты из бюджета Октябрьского сельского поселения Тюкалинского муниципального района Омской области бюджету Тюкалинского муниципального района Омской области предоставляются, в том числе, в рамках реализации муниципальных программ Октябрьского сельского поселения Тюкалинского муниципального района Омской области бюджету Тюкалинского муниципального района Омской области.</w:t>
      </w:r>
    </w:p>
    <w:p w:rsidR="003C7A39" w:rsidRDefault="003C7A39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. Расчёт объёма иных межбюджетных трансфертов из бюджета              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 производится в соответствии с методик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к настоящему П</w:t>
      </w:r>
      <w:r>
        <w:rPr>
          <w:rFonts w:ascii="Times New Roman" w:hAnsi="Times New Roman" w:cs="Times New Roman"/>
          <w:sz w:val="24"/>
          <w:szCs w:val="24"/>
        </w:rPr>
        <w:t>орядку (Приложение №№ 1).</w:t>
      </w:r>
    </w:p>
    <w:p w:rsidR="003C7A39" w:rsidRDefault="003C7A39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Объем иных межбюджетных трансфертов утверждается в решении о бюджете 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на очередной финансовый год (очередной финансовый год и плановый  период) или посредством внесения изменений в решение о бюджете  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на очередной финансовый год (очередной финансовый год и плановый  период) или путем внесения изменений  в сводную бюджетную роспись расходов бюджета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7A39" w:rsidRPr="000E235E" w:rsidRDefault="003C7A39" w:rsidP="007225F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 Иные межбюджетные трансферты из бюджета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бюджету Тюкалинского муниципального района Омской области предоставляются в пределах суммы, утвержденной решением о бюджете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на очередной финансовый год (очередной финансовый год и плановый  период), и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 xml:space="preserve">Совета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7A39" w:rsidRPr="000E235E" w:rsidRDefault="003C7A39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предоставляются</w:t>
      </w:r>
      <w:r w:rsidRPr="000E235E">
        <w:rPr>
          <w:rFonts w:ascii="Times New Roman" w:hAnsi="Times New Roman" w:cs="Times New Roman"/>
          <w:sz w:val="24"/>
          <w:szCs w:val="24"/>
        </w:rPr>
        <w:t xml:space="preserve"> бюджету Тюкалинского муниципального района Омской области на основании соглашений, заключенных между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>
        <w:rPr>
          <w:rFonts w:ascii="Times New Roman" w:hAnsi="Times New Roman" w:cs="Times New Roman"/>
          <w:sz w:val="24"/>
          <w:szCs w:val="24"/>
        </w:rPr>
        <w:t>и Администрацией</w:t>
      </w:r>
      <w:r w:rsidRPr="000E235E">
        <w:rPr>
          <w:rFonts w:ascii="Times New Roman" w:hAnsi="Times New Roman" w:cs="Times New Roman"/>
          <w:sz w:val="24"/>
          <w:szCs w:val="24"/>
        </w:rPr>
        <w:t xml:space="preserve"> Тюкалинского муниципального района Омской области в соответствии с решением </w:t>
      </w:r>
      <w:r>
        <w:rPr>
          <w:rFonts w:ascii="Times New Roman" w:hAnsi="Times New Roman" w:cs="Times New Roman"/>
          <w:sz w:val="24"/>
          <w:szCs w:val="24"/>
        </w:rPr>
        <w:t xml:space="preserve">Совета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7A39" w:rsidRPr="000E235E" w:rsidRDefault="003C7A39" w:rsidP="006147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E235E">
        <w:rPr>
          <w:rFonts w:ascii="Times New Roman" w:hAnsi="Times New Roman" w:cs="Times New Roman"/>
          <w:sz w:val="24"/>
          <w:szCs w:val="24"/>
        </w:rPr>
        <w:t>. Соглашение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предоставлении иных межбюджетных трансфертов бюджету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должно содержать следующие положения:</w:t>
      </w:r>
    </w:p>
    <w:p w:rsidR="003C7A39" w:rsidRPr="000E235E" w:rsidRDefault="003C7A39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1) целевое назначение иных межбюджетных трансфертов;</w:t>
      </w:r>
    </w:p>
    <w:p w:rsidR="003C7A39" w:rsidRPr="000E235E" w:rsidRDefault="003C7A39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2) условия предоставления и расходования иных межбюджетных трансфертов;</w:t>
      </w:r>
    </w:p>
    <w:p w:rsidR="003C7A39" w:rsidRPr="000E235E" w:rsidRDefault="003C7A39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3) объем бюджетных ассигнований, предусмотренных на предоставление иных межбюджетных трансфертов;</w:t>
      </w:r>
    </w:p>
    <w:p w:rsidR="003C7A39" w:rsidRPr="000E235E" w:rsidRDefault="003C7A39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4) порядок перечисления иных межбюджетных трансфертов;</w:t>
      </w:r>
    </w:p>
    <w:p w:rsidR="003C7A39" w:rsidRPr="000E235E" w:rsidRDefault="003C7A39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5) сроки действия соглашения;</w:t>
      </w:r>
    </w:p>
    <w:p w:rsidR="003C7A39" w:rsidRPr="000E235E" w:rsidRDefault="003C7A39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6) порядок осуществления контроля за соблюдением условий, установленных для предоставления и расходования межбюджетных трансфертов;</w:t>
      </w:r>
    </w:p>
    <w:p w:rsidR="003C7A39" w:rsidRPr="000E235E" w:rsidRDefault="003C7A39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7) сроки и порядок представления отчетности об использовании иных межбюджетных трансфертов;</w:t>
      </w:r>
    </w:p>
    <w:p w:rsidR="003C7A39" w:rsidRPr="000E235E" w:rsidRDefault="003C7A39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8)  </w:t>
      </w:r>
      <w:r w:rsidRPr="000E235E">
        <w:rPr>
          <w:rFonts w:ascii="Times New Roman" w:hAnsi="Times New Roman" w:cs="Times New Roman"/>
          <w:sz w:val="24"/>
          <w:szCs w:val="24"/>
          <w:lang w:eastAsia="en-US"/>
        </w:rPr>
        <w:t>финансовые санкции за неисполнение соглашений;</w:t>
      </w:r>
    </w:p>
    <w:p w:rsidR="003C7A39" w:rsidRPr="000E235E" w:rsidRDefault="003C7A39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9) иные условия.</w:t>
      </w:r>
    </w:p>
    <w:p w:rsidR="003C7A39" w:rsidRPr="000E235E" w:rsidRDefault="003C7A39" w:rsidP="003D624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E235E">
        <w:rPr>
          <w:rFonts w:ascii="Times New Roman" w:hAnsi="Times New Roman" w:cs="Times New Roman"/>
          <w:sz w:val="24"/>
          <w:szCs w:val="24"/>
        </w:rPr>
        <w:t>.  Подготовка проекта соглашения о предоставлении иных межбюджетных трансфертов бюджету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осуществляется главным распорядителем средств бюджета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производящим перечисление иных межбюджетных трансфертов.</w:t>
      </w:r>
    </w:p>
    <w:p w:rsidR="003C7A39" w:rsidRPr="000E235E" w:rsidRDefault="003C7A39" w:rsidP="007615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 предоставляются после заключения соглашения с  Тюкалинск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>
        <w:rPr>
          <w:rFonts w:ascii="Times New Roman" w:hAnsi="Times New Roman" w:cs="Times New Roman"/>
          <w:sz w:val="24"/>
          <w:szCs w:val="24"/>
        </w:rPr>
        <w:t>в сроки, указанные в соглашении</w:t>
      </w:r>
      <w:r w:rsidRPr="000E235E">
        <w:rPr>
          <w:rFonts w:ascii="Times New Roman" w:hAnsi="Times New Roman" w:cs="Times New Roman"/>
          <w:sz w:val="24"/>
          <w:szCs w:val="24"/>
        </w:rPr>
        <w:t>.</w:t>
      </w:r>
    </w:p>
    <w:p w:rsidR="003C7A39" w:rsidRPr="000E235E" w:rsidRDefault="003C7A39" w:rsidP="00C22DB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Иные межбюджетные трансферты из бюджета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перечисляются  в  бюджет 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путем зачисления денежных средств на счет,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открытый  в  органе, осуществляющем  кассовое  исполнение бюджета 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7A39" w:rsidRPr="001D3AA3" w:rsidRDefault="003C7A39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AA3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D3AA3">
        <w:rPr>
          <w:rFonts w:ascii="Times New Roman" w:hAnsi="Times New Roman" w:cs="Times New Roman"/>
          <w:sz w:val="24"/>
          <w:szCs w:val="24"/>
        </w:rPr>
        <w:t>. Операции по остаткам иных межбюджетных трансфертов, не использованных по состоянию на 1 января очередного финансового года, осуществляются в соответствии с пунктом 5 статьи 242 Бюджетного кодекса Российской Федерации.</w:t>
      </w:r>
    </w:p>
    <w:p w:rsidR="003C7A39" w:rsidRPr="000E235E" w:rsidRDefault="003C7A39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подлежат возврату в бюджет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в случаях:</w:t>
      </w:r>
    </w:p>
    <w:p w:rsidR="003C7A39" w:rsidRPr="000E235E" w:rsidRDefault="003C7A39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 выявления их нецелевого использования;</w:t>
      </w:r>
    </w:p>
    <w:p w:rsidR="003C7A39" w:rsidRPr="000E235E" w:rsidRDefault="003C7A39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непредставления отчетности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Тюкалинск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области;</w:t>
      </w:r>
    </w:p>
    <w:p w:rsidR="003C7A39" w:rsidRDefault="003C7A39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ab/>
        <w:t>- представления недостоверных сведений в отчетности.</w:t>
      </w:r>
    </w:p>
    <w:p w:rsidR="003C7A39" w:rsidRPr="000E235E" w:rsidRDefault="003C7A39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>.  В случае невозврата иных межбюджетных трансфертов Тюкалинск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 в добровольном порядке указанные средства подлежат взысканию в бюджет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в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</w:t>
      </w:r>
      <w:r w:rsidRPr="000E235E">
        <w:rPr>
          <w:rFonts w:ascii="Times New Roman" w:hAnsi="Times New Roman" w:cs="Times New Roman"/>
          <w:sz w:val="24"/>
          <w:szCs w:val="24"/>
        </w:rPr>
        <w:t>порядке.</w:t>
      </w:r>
    </w:p>
    <w:p w:rsidR="003C7A39" w:rsidRPr="000E235E" w:rsidRDefault="003C7A39" w:rsidP="000E235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7A39" w:rsidRPr="000E235E" w:rsidRDefault="003C7A39" w:rsidP="000E235E">
      <w:pPr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3.  Контроль и отчетность за использованием иных межбюджетных трансфертов</w:t>
      </w:r>
    </w:p>
    <w:p w:rsidR="003C7A39" w:rsidRPr="000E235E" w:rsidRDefault="003C7A39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3.1. Органы местного самоуправления Тюкалинского муниципального района Омской области несут ответственность за целевое использование иных межбюджетных трансфертов, полученных из бюджета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E235E">
        <w:rPr>
          <w:rFonts w:ascii="Times New Roman" w:hAnsi="Times New Roman" w:cs="Times New Roman"/>
          <w:sz w:val="24"/>
          <w:szCs w:val="24"/>
        </w:rPr>
        <w:t>и достоверность представляемых отчетов об их использовании.</w:t>
      </w:r>
    </w:p>
    <w:p w:rsidR="003C7A39" w:rsidRPr="000E235E" w:rsidRDefault="003C7A39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3.2. Контроль за использованием иных межбюджетных трансфертов осуществля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E235E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7A39" w:rsidRPr="000E235E" w:rsidRDefault="003C7A39" w:rsidP="00C22D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3.3. Отчет об использовании иных межбюджетных трансфертов представляется </w:t>
      </w:r>
      <w:r>
        <w:rPr>
          <w:rFonts w:ascii="Times New Roman" w:hAnsi="Times New Roman" w:cs="Times New Roman"/>
          <w:sz w:val="24"/>
          <w:szCs w:val="24"/>
        </w:rPr>
        <w:t xml:space="preserve">Комитетом финансов и контроля Администрации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порядке и по форме, установленным </w:t>
      </w:r>
      <w:r>
        <w:rPr>
          <w:rFonts w:ascii="Times New Roman" w:hAnsi="Times New Roman" w:cs="Times New Roman"/>
          <w:sz w:val="24"/>
          <w:szCs w:val="24"/>
        </w:rPr>
        <w:t>настоящим Порядком (Приложение № 2).</w:t>
      </w:r>
    </w:p>
    <w:p w:rsidR="003C7A39" w:rsidRPr="000E235E" w:rsidRDefault="003C7A39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C7A39" w:rsidRDefault="003C7A39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:rsidR="003C7A39" w:rsidRDefault="003C7A39" w:rsidP="000F795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>Октябрьского сельского поселения</w:t>
      </w:r>
    </w:p>
    <w:p w:rsidR="003C7A39" w:rsidRDefault="003C7A39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3C7A39" w:rsidRPr="000E235E" w:rsidRDefault="003C7A39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3C7A39" w:rsidRPr="000F7951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F7951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</w:t>
      </w:r>
    </w:p>
    <w:p w:rsidR="003C7A39" w:rsidRPr="000F7951" w:rsidRDefault="003C7A39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</w:t>
      </w:r>
      <w:r w:rsidRPr="000F7951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sz w:val="24"/>
          <w:szCs w:val="24"/>
        </w:rPr>
        <w:t xml:space="preserve">на организацию и осуществление деятельности по формированию и исполнению бюджета </w:t>
      </w:r>
      <w:r>
        <w:rPr>
          <w:rFonts w:ascii="Times New Roman" w:hAnsi="Times New Roman" w:cs="Times New Roman"/>
          <w:sz w:val="24"/>
          <w:szCs w:val="24"/>
        </w:rPr>
        <w:t xml:space="preserve">Октябрьского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</w:t>
      </w:r>
    </w:p>
    <w:p w:rsidR="003C7A39" w:rsidRPr="000F7951" w:rsidRDefault="003C7A39" w:rsidP="000F7951">
      <w:pPr>
        <w:pStyle w:val="BodyText2"/>
        <w:spacing w:after="0" w:line="240" w:lineRule="auto"/>
        <w:ind w:firstLine="720"/>
        <w:jc w:val="both"/>
        <w:rPr>
          <w:i/>
          <w:color w:val="0000FF"/>
          <w:lang w:val="ru-RU" w:eastAsia="ru-RU"/>
        </w:rPr>
      </w:pPr>
    </w:p>
    <w:p w:rsidR="003C7A39" w:rsidRPr="000F7951" w:rsidRDefault="003C7A39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Размер иного межбюджетного трансферта бюджету Тюкалинского муниципального района Омской области на организацию и осуществление деятельности по формированию и исполнению бюджета </w:t>
      </w:r>
      <w:r>
        <w:rPr>
          <w:rFonts w:ascii="Times New Roman" w:hAnsi="Times New Roman" w:cs="Times New Roman"/>
          <w:sz w:val="24"/>
          <w:szCs w:val="24"/>
        </w:rPr>
        <w:t xml:space="preserve">Октябрьского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 определяется по формуле:</w:t>
      </w:r>
    </w:p>
    <w:p w:rsidR="003C7A39" w:rsidRPr="000F7951" w:rsidRDefault="003C7A39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F7951" w:rsidRDefault="003C7A39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Фмбт  = Фот + Фнвот</w:t>
      </w:r>
    </w:p>
    <w:p w:rsidR="003C7A39" w:rsidRPr="000F7951" w:rsidRDefault="003C7A39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:rsidR="003C7A39" w:rsidRPr="000F7951" w:rsidRDefault="003C7A39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Фмбт – размер иного межбюджетного трансферта на организацию и осуществление деятельности по формированию и исполнению бюджета </w:t>
      </w:r>
      <w:r>
        <w:rPr>
          <w:rFonts w:ascii="Times New Roman" w:hAnsi="Times New Roman" w:cs="Times New Roman"/>
          <w:sz w:val="24"/>
          <w:szCs w:val="24"/>
        </w:rPr>
        <w:t>Октябрьского</w:t>
      </w:r>
      <w:r w:rsidRPr="000F7951">
        <w:rPr>
          <w:rFonts w:ascii="Times New Roman" w:hAnsi="Times New Roman" w:cs="Times New Roman"/>
          <w:iCs/>
          <w:sz w:val="24"/>
          <w:szCs w:val="24"/>
        </w:rPr>
        <w:t xml:space="preserve"> сельского </w:t>
      </w:r>
      <w:r w:rsidRPr="000F7951">
        <w:rPr>
          <w:rFonts w:ascii="Times New Roman" w:hAnsi="Times New Roman" w:cs="Times New Roman"/>
          <w:sz w:val="24"/>
          <w:szCs w:val="24"/>
        </w:rPr>
        <w:t>поселения Тюкалинского муниципального района Омской области;</w:t>
      </w:r>
    </w:p>
    <w:p w:rsidR="003C7A39" w:rsidRPr="000F7951" w:rsidRDefault="003C7A39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Фот – затраты на оплату труда Х ставки старшей муниципальной должности «ведущий специалист» Комитета финансов и контроля Администрации Тюкалинского муниципального района Омской области, осуществляющего выполнения части переданных полномочий, с учетом районного коэффициента, в течение 12 месяцев, рублей;</w:t>
      </w:r>
    </w:p>
    <w:p w:rsidR="003C7A39" w:rsidRPr="000F7951" w:rsidRDefault="003C7A39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Значение Х- определяется исходя из объема переданных полномочий. </w:t>
      </w:r>
    </w:p>
    <w:p w:rsidR="003C7A39" w:rsidRPr="000F7951" w:rsidRDefault="003C7A39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– затраты на выплаты по оплате труда, рублей;</w:t>
      </w:r>
    </w:p>
    <w:p w:rsidR="003C7A39" w:rsidRPr="000F7951" w:rsidRDefault="003C7A39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= Фот * Кнвот</w:t>
      </w:r>
    </w:p>
    <w:p w:rsidR="003C7A39" w:rsidRPr="000F7951" w:rsidRDefault="003C7A39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:rsidR="003C7A39" w:rsidRPr="000F7951" w:rsidRDefault="003C7A39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Кнвот –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0,302.</w:t>
      </w:r>
    </w:p>
    <w:p w:rsidR="003C7A39" w:rsidRPr="000F7951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F7951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F7951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F7951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F7951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3C7A39" w:rsidRDefault="003C7A39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:rsidR="003C7A39" w:rsidRDefault="003C7A39" w:rsidP="000F795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>Октябрьского сельского поселения</w:t>
      </w:r>
    </w:p>
    <w:p w:rsidR="003C7A39" w:rsidRDefault="003C7A39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3C7A39" w:rsidRPr="000E235E" w:rsidRDefault="003C7A39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3C7A39" w:rsidRPr="000F7951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(Форма)</w:t>
      </w:r>
    </w:p>
    <w:p w:rsidR="003C7A39" w:rsidRPr="000E235E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Отчет</w:t>
      </w:r>
    </w:p>
    <w:p w:rsidR="003C7A39" w:rsidRDefault="003C7A39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 расходовании иных межбюджетных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трансфертов</w:t>
      </w:r>
    </w:p>
    <w:p w:rsidR="003C7A39" w:rsidRPr="000E235E" w:rsidRDefault="003C7A39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Тюкалинским муниципальным районом Омской области</w:t>
      </w:r>
    </w:p>
    <w:p w:rsidR="003C7A39" w:rsidRPr="000E235E" w:rsidRDefault="003C7A39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по состоянию на ____________ 20__ года</w:t>
      </w:r>
    </w:p>
    <w:p w:rsidR="003C7A39" w:rsidRPr="000E235E" w:rsidRDefault="003C7A39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90"/>
        <w:gridCol w:w="2785"/>
        <w:gridCol w:w="2977"/>
      </w:tblGrid>
      <w:tr w:rsidR="003C7A39" w:rsidRPr="000E235E" w:rsidTr="000F7951">
        <w:tc>
          <w:tcPr>
            <w:tcW w:w="3890" w:type="dxa"/>
          </w:tcPr>
          <w:p w:rsidR="003C7A39" w:rsidRPr="000E235E" w:rsidRDefault="003C7A39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785" w:type="dxa"/>
          </w:tcPr>
          <w:p w:rsidR="003C7A39" w:rsidRPr="000E235E" w:rsidRDefault="003C7A39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из бюджета </w:t>
            </w:r>
            <w:r w:rsidRPr="000E2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Октябрьского сельского поселения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с начала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77" w:type="dxa"/>
          </w:tcPr>
          <w:p w:rsidR="003C7A39" w:rsidRPr="000E235E" w:rsidRDefault="003C7A39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Израсходовано бюджетом Тюкалинского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Омской области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</w:tr>
      <w:tr w:rsidR="003C7A39" w:rsidRPr="000E235E" w:rsidTr="000F7951">
        <w:tc>
          <w:tcPr>
            <w:tcW w:w="3890" w:type="dxa"/>
          </w:tcPr>
          <w:p w:rsidR="003C7A39" w:rsidRPr="000E235E" w:rsidRDefault="003C7A39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3C7A39" w:rsidRPr="000E235E" w:rsidRDefault="003C7A39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C7A39" w:rsidRPr="000E235E" w:rsidRDefault="003C7A39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A39" w:rsidRPr="000E235E" w:rsidTr="000F7951">
        <w:tc>
          <w:tcPr>
            <w:tcW w:w="3890" w:type="dxa"/>
          </w:tcPr>
          <w:p w:rsidR="003C7A39" w:rsidRPr="000E235E" w:rsidRDefault="003C7A39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3C7A39" w:rsidRPr="000E235E" w:rsidRDefault="003C7A39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C7A39" w:rsidRPr="000E235E" w:rsidRDefault="003C7A39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A39" w:rsidRPr="000E235E" w:rsidTr="000F7951">
        <w:tc>
          <w:tcPr>
            <w:tcW w:w="3890" w:type="dxa"/>
          </w:tcPr>
          <w:p w:rsidR="003C7A39" w:rsidRPr="000E235E" w:rsidRDefault="003C7A39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3C7A39" w:rsidRPr="000E235E" w:rsidRDefault="003C7A39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C7A39" w:rsidRPr="000E235E" w:rsidRDefault="003C7A39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A39" w:rsidRPr="000E235E" w:rsidTr="000F7951">
        <w:tc>
          <w:tcPr>
            <w:tcW w:w="3890" w:type="dxa"/>
          </w:tcPr>
          <w:p w:rsidR="003C7A39" w:rsidRPr="000E235E" w:rsidRDefault="003C7A39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785" w:type="dxa"/>
          </w:tcPr>
          <w:p w:rsidR="003C7A39" w:rsidRPr="000E235E" w:rsidRDefault="003C7A39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C7A39" w:rsidRPr="000E235E" w:rsidRDefault="003C7A39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7A39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Руководитель(должность)</w:t>
      </w:r>
      <w:r w:rsidRPr="000E235E">
        <w:rPr>
          <w:rFonts w:ascii="Times New Roman" w:hAnsi="Times New Roman" w:cs="Times New Roman"/>
          <w:sz w:val="24"/>
          <w:szCs w:val="24"/>
        </w:rPr>
        <w:t xml:space="preserve">  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E235E">
        <w:rPr>
          <w:rFonts w:ascii="Times New Roman" w:hAnsi="Times New Roman" w:cs="Times New Roman"/>
          <w:sz w:val="24"/>
          <w:szCs w:val="24"/>
        </w:rPr>
        <w:t>_____   ___________________________</w:t>
      </w:r>
    </w:p>
    <w:p w:rsidR="003C7A39" w:rsidRPr="000E235E" w:rsidRDefault="003C7A39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(подпись)   (расшифровка подписи)</w:t>
      </w:r>
    </w:p>
    <w:p w:rsidR="003C7A39" w:rsidRPr="000E235E" w:rsidRDefault="003C7A39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Главный бухгалтер     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E235E">
        <w:rPr>
          <w:rFonts w:ascii="Times New Roman" w:hAnsi="Times New Roman" w:cs="Times New Roman"/>
          <w:sz w:val="24"/>
          <w:szCs w:val="24"/>
        </w:rPr>
        <w:t>____ ___________________________</w:t>
      </w:r>
    </w:p>
    <w:p w:rsidR="003C7A39" w:rsidRPr="000E235E" w:rsidRDefault="003C7A39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(подпись)   (расшифровка подписи)</w:t>
      </w:r>
    </w:p>
    <w:p w:rsidR="003C7A39" w:rsidRDefault="003C7A39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Default="003C7A39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"___" ______________ 20___</w:t>
      </w:r>
    </w:p>
    <w:p w:rsidR="003C7A39" w:rsidRPr="000E235E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A39" w:rsidRPr="000E235E" w:rsidRDefault="003C7A3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3C7A39" w:rsidRPr="000E235E" w:rsidSect="007A46BE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A39" w:rsidRDefault="003C7A39" w:rsidP="000E235E">
      <w:r>
        <w:separator/>
      </w:r>
    </w:p>
  </w:endnote>
  <w:endnote w:type="continuationSeparator" w:id="1">
    <w:p w:rsidR="003C7A39" w:rsidRDefault="003C7A39" w:rsidP="000E2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A39" w:rsidRDefault="003C7A39" w:rsidP="000E235E">
      <w:r>
        <w:separator/>
      </w:r>
    </w:p>
  </w:footnote>
  <w:footnote w:type="continuationSeparator" w:id="1">
    <w:p w:rsidR="003C7A39" w:rsidRDefault="003C7A39" w:rsidP="000E23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52981"/>
    <w:multiLevelType w:val="hybridMultilevel"/>
    <w:tmpl w:val="7B18D24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5C143F74"/>
    <w:multiLevelType w:val="hybridMultilevel"/>
    <w:tmpl w:val="1E6C60AE"/>
    <w:lvl w:ilvl="0" w:tplc="5986D7C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F4B"/>
    <w:rsid w:val="000069C8"/>
    <w:rsid w:val="00014593"/>
    <w:rsid w:val="00071A55"/>
    <w:rsid w:val="00086CE8"/>
    <w:rsid w:val="000D2FA5"/>
    <w:rsid w:val="000E235E"/>
    <w:rsid w:val="000F7951"/>
    <w:rsid w:val="00116DCE"/>
    <w:rsid w:val="0013568A"/>
    <w:rsid w:val="00181707"/>
    <w:rsid w:val="001950C1"/>
    <w:rsid w:val="001D03E8"/>
    <w:rsid w:val="001D3AA3"/>
    <w:rsid w:val="001D5107"/>
    <w:rsid w:val="00212F82"/>
    <w:rsid w:val="00225E88"/>
    <w:rsid w:val="002C41E7"/>
    <w:rsid w:val="002D14C4"/>
    <w:rsid w:val="0033190A"/>
    <w:rsid w:val="0033481A"/>
    <w:rsid w:val="00337846"/>
    <w:rsid w:val="003635DA"/>
    <w:rsid w:val="003B08E6"/>
    <w:rsid w:val="003B2C63"/>
    <w:rsid w:val="003C7A39"/>
    <w:rsid w:val="003D6245"/>
    <w:rsid w:val="003F66D6"/>
    <w:rsid w:val="0044324B"/>
    <w:rsid w:val="004A704A"/>
    <w:rsid w:val="004F4FE4"/>
    <w:rsid w:val="0051402A"/>
    <w:rsid w:val="00541D66"/>
    <w:rsid w:val="00557223"/>
    <w:rsid w:val="00573A63"/>
    <w:rsid w:val="005A2EF3"/>
    <w:rsid w:val="005F2D9C"/>
    <w:rsid w:val="00614728"/>
    <w:rsid w:val="00684490"/>
    <w:rsid w:val="006A2CD9"/>
    <w:rsid w:val="006F7BC0"/>
    <w:rsid w:val="0070074B"/>
    <w:rsid w:val="007225F4"/>
    <w:rsid w:val="00727977"/>
    <w:rsid w:val="00745F4B"/>
    <w:rsid w:val="00761517"/>
    <w:rsid w:val="00777A29"/>
    <w:rsid w:val="007A46BE"/>
    <w:rsid w:val="007D346C"/>
    <w:rsid w:val="00816EBA"/>
    <w:rsid w:val="00836BF7"/>
    <w:rsid w:val="00843B71"/>
    <w:rsid w:val="00867F7E"/>
    <w:rsid w:val="00886056"/>
    <w:rsid w:val="00983859"/>
    <w:rsid w:val="00987303"/>
    <w:rsid w:val="009B4469"/>
    <w:rsid w:val="009E4897"/>
    <w:rsid w:val="009F2C21"/>
    <w:rsid w:val="00A0322E"/>
    <w:rsid w:val="00A076CA"/>
    <w:rsid w:val="00A2152A"/>
    <w:rsid w:val="00A2203D"/>
    <w:rsid w:val="00A43F1D"/>
    <w:rsid w:val="00A4439B"/>
    <w:rsid w:val="00A63885"/>
    <w:rsid w:val="00A8745F"/>
    <w:rsid w:val="00AA7499"/>
    <w:rsid w:val="00AB61F1"/>
    <w:rsid w:val="00AD466C"/>
    <w:rsid w:val="00B24FC2"/>
    <w:rsid w:val="00B56F19"/>
    <w:rsid w:val="00B77D83"/>
    <w:rsid w:val="00B8211D"/>
    <w:rsid w:val="00BB179B"/>
    <w:rsid w:val="00BB66C5"/>
    <w:rsid w:val="00BE4E93"/>
    <w:rsid w:val="00C22DB7"/>
    <w:rsid w:val="00C52D61"/>
    <w:rsid w:val="00CB794F"/>
    <w:rsid w:val="00CD051C"/>
    <w:rsid w:val="00CF6C0C"/>
    <w:rsid w:val="00D70866"/>
    <w:rsid w:val="00DD75A9"/>
    <w:rsid w:val="00E206FC"/>
    <w:rsid w:val="00E42DF9"/>
    <w:rsid w:val="00E94DC2"/>
    <w:rsid w:val="00E95D1A"/>
    <w:rsid w:val="00F11248"/>
    <w:rsid w:val="00F13B1B"/>
    <w:rsid w:val="00F418D1"/>
    <w:rsid w:val="00F4424D"/>
    <w:rsid w:val="00F65C16"/>
    <w:rsid w:val="00F80482"/>
    <w:rsid w:val="00F82342"/>
    <w:rsid w:val="00F91E86"/>
    <w:rsid w:val="00FA6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C0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45F4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745F4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45F4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745F4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a">
    <w:name w:val="???????"/>
    <w:uiPriority w:val="99"/>
    <w:rsid w:val="00CF6C0C"/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CF6C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B44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4469"/>
    <w:rPr>
      <w:rFonts w:ascii="Tahoma" w:hAnsi="Tahoma" w:cs="Tahoma"/>
      <w:sz w:val="16"/>
      <w:szCs w:val="16"/>
      <w:lang w:eastAsia="ru-RU"/>
    </w:rPr>
  </w:style>
  <w:style w:type="paragraph" w:customStyle="1" w:styleId="a0">
    <w:name w:val="????????"/>
    <w:basedOn w:val="a"/>
    <w:uiPriority w:val="99"/>
    <w:rsid w:val="009B4469"/>
    <w:pPr>
      <w:jc w:val="center"/>
    </w:pPr>
    <w:rPr>
      <w:sz w:val="36"/>
    </w:rPr>
  </w:style>
  <w:style w:type="character" w:styleId="Hyperlink">
    <w:name w:val="Hyperlink"/>
    <w:basedOn w:val="DefaultParagraphFont"/>
    <w:uiPriority w:val="99"/>
    <w:rsid w:val="00A4439B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0E235E"/>
    <w:pPr>
      <w:autoSpaceDE/>
      <w:autoSpaceDN/>
      <w:adjustRightInd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E235E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0E235E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0F7951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F7951"/>
    <w:rPr>
      <w:rFonts w:ascii="Times New Roman" w:hAnsi="Times New Roman" w:cs="Times New Roman"/>
      <w:sz w:val="24"/>
      <w:szCs w:val="24"/>
      <w:lang w:val="en-US"/>
    </w:rPr>
  </w:style>
  <w:style w:type="paragraph" w:customStyle="1" w:styleId="1">
    <w:name w:val="Знак Знак Знак Знак Знак Знак Знак Знак Знак Знак Знак Знак Знак Знак Знак Знак1"/>
    <w:basedOn w:val="Normal"/>
    <w:uiPriority w:val="99"/>
    <w:rsid w:val="000F7951"/>
    <w:pPr>
      <w:widowControl/>
      <w:autoSpaceDE/>
      <w:autoSpaceDN/>
      <w:adjustRightInd/>
      <w:spacing w:line="240" w:lineRule="exact"/>
      <w:jc w:val="both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UnresolvedMention">
    <w:name w:val="Unresolved Mention"/>
    <w:basedOn w:val="DefaultParagraphFont"/>
    <w:uiPriority w:val="99"/>
    <w:semiHidden/>
    <w:rsid w:val="000D2FA5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13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7144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1363</TotalTime>
  <Pages>5</Pages>
  <Words>1716</Words>
  <Characters>9783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provo1</dc:creator>
  <cp:keywords/>
  <dc:description/>
  <cp:lastModifiedBy>Пользователь</cp:lastModifiedBy>
  <cp:revision>59</cp:revision>
  <cp:lastPrinted>2020-10-15T10:27:00Z</cp:lastPrinted>
  <dcterms:created xsi:type="dcterms:W3CDTF">2020-02-21T08:35:00Z</dcterms:created>
  <dcterms:modified xsi:type="dcterms:W3CDTF">2022-12-12T09:27:00Z</dcterms:modified>
</cp:coreProperties>
</file>